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EC8" w:rsidRDefault="00B91EC8" w:rsidP="00FF70D0">
      <w:pPr>
        <w:pStyle w:val="Question"/>
        <w:numPr>
          <w:ilvl w:val="0"/>
          <w:numId w:val="0"/>
        </w:numPr>
        <w:spacing w:before="120" w:after="240"/>
        <w:ind w:left="-312"/>
        <w:rPr>
          <w:rFonts w:ascii="Gotham Bold" w:hAnsi="Gotham Bold"/>
        </w:rPr>
      </w:pPr>
      <w:r>
        <w:rPr>
          <w:rFonts w:ascii="Gotham Bold" w:hAnsi="Gotham Bold"/>
        </w:rPr>
        <w:t>SUBMITTING THIS FORM</w:t>
      </w:r>
      <w:r>
        <w:rPr>
          <w:noProof/>
          <w:lang w:val="en-AU" w:eastAsia="en-AU"/>
        </w:rPr>
        <w:drawing>
          <wp:anchor distT="0" distB="0" distL="114300" distR="114300" simplePos="0" relativeHeight="251659264" behindDoc="0" locked="1" layoutInCell="1" allowOverlap="1" wp14:anchorId="3D6E26C6" wp14:editId="45D25558">
            <wp:simplePos x="0" y="0"/>
            <wp:positionH relativeFrom="margin">
              <wp:posOffset>-867410</wp:posOffset>
            </wp:positionH>
            <wp:positionV relativeFrom="paragraph">
              <wp:posOffset>-2252345</wp:posOffset>
            </wp:positionV>
            <wp:extent cx="7574280" cy="1533525"/>
            <wp:effectExtent l="0" t="0" r="762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-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382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10"/>
        <w:gridCol w:w="425"/>
      </w:tblGrid>
      <w:tr w:rsidR="00FF70D0" w:rsidTr="00FF70D0">
        <w:trPr>
          <w:trHeight w:val="283"/>
        </w:trPr>
        <w:tc>
          <w:tcPr>
            <w:tcW w:w="993" w:type="dxa"/>
            <w:hideMark/>
          </w:tcPr>
          <w:p w:rsidR="00B91EC8" w:rsidRDefault="004473EB" w:rsidP="00382FF8">
            <w:pPr>
              <w:spacing w:after="120"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SCAN</w:t>
            </w:r>
          </w:p>
        </w:tc>
        <w:tc>
          <w:tcPr>
            <w:tcW w:w="2835" w:type="dxa"/>
            <w:gridSpan w:val="2"/>
            <w:hideMark/>
          </w:tcPr>
          <w:p w:rsidR="00B91EC8" w:rsidRDefault="00654005" w:rsidP="00382FF8">
            <w:pPr>
              <w:spacing w:line="276" w:lineRule="auto"/>
              <w:rPr>
                <w:sz w:val="16"/>
              </w:rPr>
            </w:pPr>
            <w:hyperlink r:id="rId9" w:history="1">
              <w:r w:rsidR="00B91EC8">
                <w:rPr>
                  <w:rStyle w:val="Hyperlink"/>
                  <w:sz w:val="16"/>
                </w:rPr>
                <w:t>contact@integrity.tas.gov.au</w:t>
              </w:r>
            </w:hyperlink>
            <w:r w:rsidR="00B91EC8">
              <w:rPr>
                <w:sz w:val="16"/>
              </w:rPr>
              <w:t xml:space="preserve"> </w:t>
            </w:r>
          </w:p>
        </w:tc>
      </w:tr>
      <w:tr w:rsidR="00FF70D0" w:rsidTr="00FF70D0">
        <w:trPr>
          <w:gridAfter w:val="1"/>
          <w:wAfter w:w="425" w:type="dxa"/>
          <w:trHeight w:val="283"/>
        </w:trPr>
        <w:tc>
          <w:tcPr>
            <w:tcW w:w="993" w:type="dxa"/>
            <w:hideMark/>
          </w:tcPr>
          <w:p w:rsidR="00B91EC8" w:rsidRDefault="004473EB" w:rsidP="00382FF8">
            <w:pPr>
              <w:spacing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POST</w:t>
            </w:r>
          </w:p>
        </w:tc>
        <w:tc>
          <w:tcPr>
            <w:tcW w:w="2410" w:type="dxa"/>
            <w:hideMark/>
          </w:tcPr>
          <w:p w:rsidR="00B91EC8" w:rsidRDefault="00B91EC8" w:rsidP="00382FF8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GPO Box 822</w:t>
            </w:r>
          </w:p>
          <w:p w:rsidR="00B91EC8" w:rsidRDefault="00B91EC8" w:rsidP="00382FF8">
            <w:pPr>
              <w:spacing w:after="120" w:line="276" w:lineRule="auto"/>
              <w:rPr>
                <w:sz w:val="16"/>
              </w:rPr>
            </w:pPr>
            <w:r>
              <w:rPr>
                <w:sz w:val="16"/>
              </w:rPr>
              <w:t>Hobart TAS 7001</w:t>
            </w:r>
          </w:p>
        </w:tc>
      </w:tr>
      <w:tr w:rsidR="00FF70D0" w:rsidTr="00FF70D0">
        <w:trPr>
          <w:gridAfter w:val="1"/>
          <w:wAfter w:w="425" w:type="dxa"/>
          <w:trHeight w:val="283"/>
        </w:trPr>
        <w:tc>
          <w:tcPr>
            <w:tcW w:w="993" w:type="dxa"/>
            <w:hideMark/>
          </w:tcPr>
          <w:p w:rsidR="00B91EC8" w:rsidRDefault="004473EB" w:rsidP="00382FF8">
            <w:pPr>
              <w:spacing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IN PERSON</w:t>
            </w:r>
          </w:p>
        </w:tc>
        <w:tc>
          <w:tcPr>
            <w:tcW w:w="2410" w:type="dxa"/>
            <w:hideMark/>
          </w:tcPr>
          <w:p w:rsidR="00B91EC8" w:rsidRDefault="00B91EC8" w:rsidP="00382FF8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Level 2, Surrey House</w:t>
            </w:r>
          </w:p>
          <w:p w:rsidR="00B91EC8" w:rsidRDefault="00B91EC8" w:rsidP="00382FF8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199 </w:t>
            </w:r>
            <w:r w:rsidR="00335E08">
              <w:rPr>
                <w:sz w:val="16"/>
              </w:rPr>
              <w:t>Macquarie</w:t>
            </w:r>
            <w:r>
              <w:rPr>
                <w:sz w:val="16"/>
              </w:rPr>
              <w:t xml:space="preserve"> Street</w:t>
            </w:r>
          </w:p>
          <w:p w:rsidR="00B91EC8" w:rsidRDefault="00B91EC8" w:rsidP="0036771F">
            <w:pPr>
              <w:spacing w:after="120" w:line="276" w:lineRule="auto"/>
              <w:rPr>
                <w:sz w:val="16"/>
              </w:rPr>
            </w:pPr>
            <w:r>
              <w:rPr>
                <w:sz w:val="16"/>
              </w:rPr>
              <w:t>Hobart TAS 700</w:t>
            </w:r>
            <w:r w:rsidR="0036771F">
              <w:rPr>
                <w:sz w:val="16"/>
              </w:rPr>
              <w:t>0</w:t>
            </w:r>
          </w:p>
        </w:tc>
      </w:tr>
      <w:tr w:rsidR="00AA1B37" w:rsidTr="00FF70D0">
        <w:trPr>
          <w:gridAfter w:val="1"/>
          <w:wAfter w:w="425" w:type="dxa"/>
          <w:trHeight w:val="283"/>
        </w:trPr>
        <w:tc>
          <w:tcPr>
            <w:tcW w:w="993" w:type="dxa"/>
          </w:tcPr>
          <w:p w:rsidR="00AA1B37" w:rsidRDefault="00AA1B37" w:rsidP="00382FF8">
            <w:pPr>
              <w:spacing w:line="276" w:lineRule="auto"/>
              <w:ind w:left="-113"/>
              <w:rPr>
                <w:sz w:val="16"/>
              </w:rPr>
            </w:pPr>
            <w:r>
              <w:rPr>
                <w:sz w:val="16"/>
              </w:rPr>
              <w:t>ONLINE</w:t>
            </w:r>
          </w:p>
        </w:tc>
        <w:tc>
          <w:tcPr>
            <w:tcW w:w="2410" w:type="dxa"/>
          </w:tcPr>
          <w:p w:rsidR="00AA1B37" w:rsidRDefault="00654005" w:rsidP="00382FF8">
            <w:pPr>
              <w:spacing w:line="276" w:lineRule="auto"/>
              <w:rPr>
                <w:sz w:val="16"/>
              </w:rPr>
            </w:pPr>
            <w:hyperlink r:id="rId10" w:history="1">
              <w:r w:rsidR="00AA1B37" w:rsidRPr="00EB45BF">
                <w:rPr>
                  <w:rStyle w:val="Hyperlink"/>
                  <w:sz w:val="16"/>
                </w:rPr>
                <w:t>www.integrity.tas.gov.au</w:t>
              </w:r>
            </w:hyperlink>
            <w:r w:rsidR="00AA1B37">
              <w:rPr>
                <w:sz w:val="16"/>
              </w:rPr>
              <w:t xml:space="preserve"> </w:t>
            </w:r>
          </w:p>
        </w:tc>
      </w:tr>
    </w:tbl>
    <w:p w:rsidR="00B91EC8" w:rsidRDefault="00B91EC8" w:rsidP="00B91EC8">
      <w:pPr>
        <w:spacing w:line="360" w:lineRule="auto"/>
        <w:ind w:right="-680"/>
      </w:pPr>
    </w:p>
    <w:p w:rsidR="00B91EC8" w:rsidRDefault="00B91EC8" w:rsidP="00B91EC8">
      <w:pPr>
        <w:spacing w:after="100" w:line="360" w:lineRule="auto"/>
        <w:ind w:right="-680"/>
      </w:pPr>
    </w:p>
    <w:p w:rsidR="00FF70D0" w:rsidRDefault="00FF70D0" w:rsidP="00FF70D0">
      <w:pPr>
        <w:spacing w:before="240" w:after="120" w:line="360" w:lineRule="auto"/>
        <w:ind w:right="-680"/>
      </w:pPr>
    </w:p>
    <w:p w:rsidR="00B91EC8" w:rsidRDefault="00B91EC8" w:rsidP="00FF70D0">
      <w:pPr>
        <w:spacing w:before="320" w:after="120" w:line="360" w:lineRule="auto"/>
        <w:ind w:right="-680"/>
      </w:pPr>
      <w:r>
        <w:t>Please print clearly using a black or blue pen.</w:t>
      </w:r>
    </w:p>
    <w:p w:rsidR="0036771F" w:rsidRDefault="00B91EC8" w:rsidP="00DC7084">
      <w:pPr>
        <w:spacing w:after="120" w:line="360" w:lineRule="auto"/>
        <w:ind w:right="-397"/>
      </w:pPr>
      <w:r>
        <w:t xml:space="preserve">A complaint to the Integrity Commission must be made in writing. </w:t>
      </w:r>
    </w:p>
    <w:p w:rsidR="00B91EC8" w:rsidRDefault="00B91EC8" w:rsidP="00FF70D0">
      <w:pPr>
        <w:spacing w:after="1560" w:line="360" w:lineRule="auto"/>
        <w:ind w:right="-397"/>
      </w:pPr>
      <w:r>
        <w:t xml:space="preserve">If you </w:t>
      </w:r>
      <w:r w:rsidR="007662B7">
        <w:t>need help</w:t>
      </w:r>
      <w:r>
        <w:t xml:space="preserve"> </w:t>
      </w:r>
      <w:r w:rsidR="007662B7">
        <w:t xml:space="preserve">filling out </w:t>
      </w:r>
      <w:r>
        <w:t xml:space="preserve">this form </w:t>
      </w:r>
      <w:r w:rsidR="007662B7">
        <w:t xml:space="preserve">please </w:t>
      </w:r>
      <w:r>
        <w:t>call the Tasmanian literacy hotline 26TEN on 1300 002 610. Please note that 26TEN cannot help with the substance of your complaint.</w:t>
      </w:r>
      <w:r w:rsidR="006E7F4D">
        <w:t xml:space="preserve"> </w:t>
      </w:r>
      <w:r>
        <w:t xml:space="preserve"> </w:t>
      </w:r>
    </w:p>
    <w:p w:rsidR="00B91EC8" w:rsidRDefault="00B91EC8" w:rsidP="006E7F4D">
      <w:pPr>
        <w:pStyle w:val="Question"/>
        <w:numPr>
          <w:ilvl w:val="0"/>
          <w:numId w:val="0"/>
        </w:numPr>
        <w:ind w:left="709" w:hanging="709"/>
        <w:sectPr w:rsidR="00B91EC8" w:rsidSect="00B91EC8">
          <w:headerReference w:type="default" r:id="rId11"/>
          <w:footerReference w:type="default" r:id="rId12"/>
          <w:type w:val="continuous"/>
          <w:pgSz w:w="11906" w:h="16838"/>
          <w:pgMar w:top="3544" w:right="1361" w:bottom="794" w:left="1361" w:header="709" w:footer="709" w:gutter="0"/>
          <w:cols w:num="2" w:space="567" w:equalWidth="0">
            <w:col w:w="3402" w:space="567"/>
            <w:col w:w="5215"/>
          </w:cols>
          <w:docGrid w:linePitch="360"/>
        </w:sectPr>
      </w:pPr>
    </w:p>
    <w:tbl>
      <w:tblPr>
        <w:tblStyle w:val="TableGrid"/>
        <w:tblW w:w="1006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665"/>
      </w:tblGrid>
      <w:tr w:rsidR="00B91EC8" w:rsidTr="004473EB">
        <w:trPr>
          <w:trHeight w:val="283"/>
        </w:trPr>
        <w:tc>
          <w:tcPr>
            <w:tcW w:w="4395" w:type="dxa"/>
            <w:vMerge w:val="restart"/>
            <w:hideMark/>
          </w:tcPr>
          <w:p w:rsidR="00B91EC8" w:rsidRDefault="00C948B6" w:rsidP="00C948B6">
            <w:pPr>
              <w:pStyle w:val="Question"/>
              <w:tabs>
                <w:tab w:val="left" w:pos="254"/>
              </w:tabs>
              <w:ind w:right="685"/>
            </w:pPr>
            <w:r>
              <w:t xml:space="preserve">     </w:t>
            </w:r>
            <w:r w:rsidR="00B91EC8">
              <w:t xml:space="preserve">What details do you have about the person or people you are </w:t>
            </w:r>
            <w:r w:rsidR="00987292">
              <w:t>writing</w:t>
            </w:r>
            <w:r w:rsidR="00B91EC8">
              <w:t xml:space="preserve"> th</w:t>
            </w:r>
            <w:r w:rsidR="008243DA">
              <w:t>is</w:t>
            </w:r>
            <w:r w:rsidR="00B91EC8">
              <w:t xml:space="preserve"> complaint about?</w:t>
            </w:r>
          </w:p>
          <w:p w:rsidR="00B91EC8" w:rsidRDefault="00B91EC8" w:rsidP="00A82C33">
            <w:pPr>
              <w:pStyle w:val="Subtext"/>
            </w:pPr>
            <w:r>
              <w:t xml:space="preserve">If you are not able to provide any details, </w:t>
            </w:r>
            <w:r w:rsidR="0036771F">
              <w:t xml:space="preserve">write </w:t>
            </w:r>
            <w:r>
              <w:t>'N/A'</w:t>
            </w:r>
            <w:r w:rsidR="00FF70D0">
              <w:t>.</w:t>
            </w:r>
          </w:p>
        </w:tc>
        <w:tc>
          <w:tcPr>
            <w:tcW w:w="5665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Pr="00897089" w:rsidRDefault="00935781" w:rsidP="00E37360">
            <w:pPr>
              <w:pStyle w:val="Identifier"/>
              <w:spacing w:before="0"/>
            </w:pPr>
            <w:r w:rsidRPr="00897089">
              <w:rPr>
                <w:caps/>
              </w:rPr>
              <w:t>N</w:t>
            </w:r>
            <w:r w:rsidR="00FF0B99" w:rsidRPr="00897089">
              <w:t>ame/s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4473EB">
        <w:trPr>
          <w:trHeight w:val="283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Pr="00E37360" w:rsidRDefault="00B91EC8" w:rsidP="00E37360">
            <w:pPr>
              <w:pStyle w:val="Identifier"/>
            </w:pPr>
            <w:r>
              <w:t>Position/s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4473EB">
        <w:trPr>
          <w:trHeight w:val="283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Default="0036771F" w:rsidP="00A82C33">
            <w:pPr>
              <w:pStyle w:val="Identifier"/>
            </w:pPr>
            <w:r>
              <w:t>Employee or b</w:t>
            </w:r>
            <w:r w:rsidR="00B91EC8">
              <w:t>adge number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4473EB">
        <w:trPr>
          <w:trHeight w:val="283"/>
        </w:trPr>
        <w:tc>
          <w:tcPr>
            <w:tcW w:w="4395" w:type="dxa"/>
            <w:vMerge w:val="restart"/>
            <w:hideMark/>
          </w:tcPr>
          <w:p w:rsidR="00B91EC8" w:rsidRDefault="00C948B6" w:rsidP="00E7105F">
            <w:pPr>
              <w:pStyle w:val="Question"/>
              <w:spacing w:before="240"/>
            </w:pPr>
            <w:r>
              <w:t xml:space="preserve">     </w:t>
            </w:r>
            <w:r w:rsidR="00B91EC8">
              <w:t>What details can you provide about the public sector organisation that this person works for?</w:t>
            </w:r>
          </w:p>
          <w:p w:rsidR="00B91EC8" w:rsidRDefault="00B91EC8" w:rsidP="00A82C33">
            <w:pPr>
              <w:pStyle w:val="Subtext"/>
            </w:pPr>
            <w:r>
              <w:t xml:space="preserve">If you do not know, </w:t>
            </w:r>
            <w:r w:rsidR="0036771F">
              <w:t xml:space="preserve">write </w:t>
            </w:r>
            <w:r>
              <w:t>'N/A'</w:t>
            </w:r>
            <w:r w:rsidR="00FF70D0">
              <w:t>.</w:t>
            </w: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Default="00B91EC8" w:rsidP="00E7105F">
            <w:pPr>
              <w:pStyle w:val="Identifier"/>
              <w:spacing w:before="240"/>
            </w:pPr>
            <w:r>
              <w:t>Agency/Organisation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4473EB">
        <w:trPr>
          <w:trHeight w:val="283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Default="00B91EC8" w:rsidP="00E37360">
            <w:pPr>
              <w:pStyle w:val="Identifier"/>
            </w:pPr>
            <w:r>
              <w:t>Address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4473EB">
        <w:trPr>
          <w:trHeight w:val="283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B91EC8" w:rsidRDefault="00B91EC8" w:rsidP="00E37360">
            <w:pPr>
              <w:pStyle w:val="Identifier"/>
            </w:pPr>
            <w:r>
              <w:t>Telephone number</w:t>
            </w:r>
          </w:p>
        </w:tc>
      </w:tr>
      <w:tr w:rsidR="00B91EC8" w:rsidTr="00A82EA2">
        <w:trPr>
          <w:trHeight w:val="567"/>
        </w:trPr>
        <w:tc>
          <w:tcPr>
            <w:tcW w:w="0" w:type="auto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65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</w:tbl>
    <w:p w:rsidR="00B91EC8" w:rsidRDefault="00B91EC8" w:rsidP="00B91EC8"/>
    <w:p w:rsidR="00142812" w:rsidRDefault="00142812" w:rsidP="00B91EC8"/>
    <w:p w:rsidR="00142812" w:rsidRDefault="00142812" w:rsidP="00B91EC8"/>
    <w:tbl>
      <w:tblPr>
        <w:tblStyle w:val="TableGrid"/>
        <w:tblW w:w="999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2"/>
        <w:gridCol w:w="851"/>
        <w:gridCol w:w="283"/>
        <w:gridCol w:w="107"/>
        <w:gridCol w:w="1214"/>
        <w:gridCol w:w="27"/>
        <w:gridCol w:w="212"/>
        <w:gridCol w:w="425"/>
        <w:gridCol w:w="284"/>
        <w:gridCol w:w="2269"/>
      </w:tblGrid>
      <w:tr w:rsidR="00917C8E" w:rsidTr="009C5231">
        <w:trPr>
          <w:trHeight w:val="567"/>
          <w:jc w:val="center"/>
        </w:trPr>
        <w:tc>
          <w:tcPr>
            <w:tcW w:w="4322" w:type="dxa"/>
            <w:vMerge w:val="restart"/>
            <w:hideMark/>
          </w:tcPr>
          <w:p w:rsidR="00917C8E" w:rsidRDefault="00917C8E" w:rsidP="00917C8E">
            <w:pPr>
              <w:pStyle w:val="Question"/>
            </w:pPr>
            <w:r>
              <w:t xml:space="preserve">     When did this occur?</w:t>
            </w:r>
          </w:p>
          <w:p w:rsidR="00917C8E" w:rsidRDefault="00917C8E" w:rsidP="00917C8E">
            <w:pPr>
              <w:pStyle w:val="Question"/>
              <w:numPr>
                <w:ilvl w:val="0"/>
                <w:numId w:val="0"/>
              </w:numPr>
              <w:ind w:left="709"/>
            </w:pPr>
            <w:r w:rsidRPr="00DC7084">
              <w:rPr>
                <w:rFonts w:ascii="Gotham Light" w:hAnsi="Gotham Light"/>
                <w:sz w:val="16"/>
              </w:rPr>
              <w:t>If it has been more than a year since the event, let us know why you haven't raised it with us sooner.</w:t>
            </w: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auto"/>
              <w:right w:val="nil"/>
            </w:tcBorders>
            <w:shd w:val="clear" w:color="auto" w:fill="FDFDFD"/>
          </w:tcPr>
          <w:p w:rsidR="00917C8E" w:rsidRDefault="00917C8E" w:rsidP="00DB18EA"/>
        </w:tc>
      </w:tr>
      <w:tr w:rsidR="00917C8E" w:rsidTr="009C5231">
        <w:trPr>
          <w:trHeight w:val="567"/>
          <w:jc w:val="center"/>
        </w:trPr>
        <w:tc>
          <w:tcPr>
            <w:tcW w:w="4322" w:type="dxa"/>
            <w:vMerge/>
          </w:tcPr>
          <w:p w:rsidR="00917C8E" w:rsidRDefault="00917C8E" w:rsidP="00DC7084">
            <w:pPr>
              <w:pStyle w:val="Question"/>
              <w:numPr>
                <w:ilvl w:val="0"/>
                <w:numId w:val="0"/>
              </w:numPr>
              <w:ind w:left="709"/>
            </w:pPr>
          </w:p>
        </w:tc>
        <w:tc>
          <w:tcPr>
            <w:tcW w:w="5672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DFDFD"/>
          </w:tcPr>
          <w:p w:rsidR="00917C8E" w:rsidRDefault="00917C8E" w:rsidP="00DB18EA"/>
        </w:tc>
      </w:tr>
      <w:tr w:rsidR="00917C8E" w:rsidTr="009C5231">
        <w:trPr>
          <w:trHeight w:val="567"/>
          <w:jc w:val="center"/>
        </w:trPr>
        <w:tc>
          <w:tcPr>
            <w:tcW w:w="4322" w:type="dxa"/>
            <w:vMerge/>
          </w:tcPr>
          <w:p w:rsidR="00917C8E" w:rsidRDefault="00917C8E" w:rsidP="0036771F">
            <w:pPr>
              <w:pStyle w:val="Question"/>
              <w:numPr>
                <w:ilvl w:val="0"/>
                <w:numId w:val="0"/>
              </w:numPr>
              <w:ind w:left="709"/>
            </w:pPr>
          </w:p>
        </w:tc>
        <w:tc>
          <w:tcPr>
            <w:tcW w:w="5672" w:type="dxa"/>
            <w:gridSpan w:val="9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917C8E" w:rsidRDefault="00917C8E" w:rsidP="00DB18EA"/>
        </w:tc>
      </w:tr>
      <w:tr w:rsidR="0036771F" w:rsidTr="00DB18EA">
        <w:trPr>
          <w:trHeight w:val="215"/>
          <w:jc w:val="center"/>
        </w:trPr>
        <w:tc>
          <w:tcPr>
            <w:tcW w:w="9994" w:type="dxa"/>
            <w:gridSpan w:val="10"/>
          </w:tcPr>
          <w:p w:rsidR="0036771F" w:rsidRDefault="0036771F" w:rsidP="00DB18EA"/>
        </w:tc>
      </w:tr>
      <w:tr w:rsidR="0036771F" w:rsidTr="00DB18EA">
        <w:trPr>
          <w:trHeight w:val="567"/>
          <w:jc w:val="center"/>
        </w:trPr>
        <w:tc>
          <w:tcPr>
            <w:tcW w:w="4322" w:type="dxa"/>
            <w:hideMark/>
          </w:tcPr>
          <w:p w:rsidR="0036771F" w:rsidRDefault="0036771F" w:rsidP="00DB18EA">
            <w:pPr>
              <w:pStyle w:val="Question"/>
            </w:pPr>
            <w:r>
              <w:t xml:space="preserve">     Where did this occur?</w:t>
            </w: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36771F" w:rsidRDefault="0036771F" w:rsidP="00DB18EA"/>
        </w:tc>
      </w:tr>
      <w:tr w:rsidR="0036771F" w:rsidTr="00DB18EA">
        <w:trPr>
          <w:trHeight w:val="215"/>
          <w:jc w:val="center"/>
        </w:trPr>
        <w:tc>
          <w:tcPr>
            <w:tcW w:w="9994" w:type="dxa"/>
            <w:gridSpan w:val="10"/>
          </w:tcPr>
          <w:p w:rsidR="0036771F" w:rsidRDefault="0036771F" w:rsidP="00DB18EA"/>
        </w:tc>
      </w:tr>
      <w:tr w:rsidR="00A82EA2" w:rsidTr="00A82EA2">
        <w:trPr>
          <w:trHeight w:val="567"/>
          <w:jc w:val="center"/>
        </w:trPr>
        <w:tc>
          <w:tcPr>
            <w:tcW w:w="4322" w:type="dxa"/>
            <w:vMerge w:val="restart"/>
            <w:hideMark/>
          </w:tcPr>
          <w:p w:rsidR="00B91EC8" w:rsidRDefault="001F7548" w:rsidP="00B91EC8">
            <w:pPr>
              <w:pStyle w:val="Question"/>
            </w:pPr>
            <w:r>
              <w:t xml:space="preserve">     </w:t>
            </w:r>
            <w:r w:rsidR="0036771F">
              <w:t xml:space="preserve">Tell us </w:t>
            </w:r>
            <w:r w:rsidR="00B91EC8">
              <w:t xml:space="preserve">what happened and the conduct that you are </w:t>
            </w:r>
            <w:r w:rsidR="0036771F">
              <w:t>reporting</w:t>
            </w:r>
          </w:p>
          <w:p w:rsidR="00B91EC8" w:rsidRDefault="00B91EC8" w:rsidP="001F7548">
            <w:pPr>
              <w:pStyle w:val="Subtext"/>
            </w:pPr>
            <w:r>
              <w:t>If required, please attach additional sheets of paper to this document</w:t>
            </w:r>
            <w:r w:rsidR="00FF70D0">
              <w:t>.</w:t>
            </w: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7C2A45" w:rsidTr="00A82EA2">
        <w:trPr>
          <w:trHeight w:val="567"/>
          <w:jc w:val="center"/>
        </w:trPr>
        <w:tc>
          <w:tcPr>
            <w:tcW w:w="4322" w:type="dxa"/>
            <w:vMerge/>
            <w:vAlign w:val="center"/>
          </w:tcPr>
          <w:p w:rsidR="007C2A45" w:rsidRDefault="007C2A4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7C2A45" w:rsidRDefault="007C2A45"/>
        </w:tc>
      </w:tr>
      <w:tr w:rsidR="007C2A45" w:rsidTr="00A82EA2">
        <w:trPr>
          <w:trHeight w:val="567"/>
          <w:jc w:val="center"/>
        </w:trPr>
        <w:tc>
          <w:tcPr>
            <w:tcW w:w="4322" w:type="dxa"/>
            <w:vMerge/>
            <w:vAlign w:val="center"/>
          </w:tcPr>
          <w:p w:rsidR="007C2A45" w:rsidRDefault="007C2A4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7C2A45" w:rsidRDefault="007C2A45"/>
        </w:tc>
      </w:tr>
      <w:tr w:rsidR="007C2A45" w:rsidTr="00A82EA2">
        <w:trPr>
          <w:trHeight w:val="567"/>
          <w:jc w:val="center"/>
        </w:trPr>
        <w:tc>
          <w:tcPr>
            <w:tcW w:w="4322" w:type="dxa"/>
            <w:vMerge/>
            <w:vAlign w:val="center"/>
          </w:tcPr>
          <w:p w:rsidR="007C2A45" w:rsidRDefault="007C2A45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7C2A45" w:rsidRDefault="007C2A45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A82EA2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A82EA2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B91EC8" w:rsidTr="00083778">
        <w:trPr>
          <w:trHeight w:val="215"/>
          <w:jc w:val="center"/>
        </w:trPr>
        <w:tc>
          <w:tcPr>
            <w:tcW w:w="9994" w:type="dxa"/>
            <w:gridSpan w:val="10"/>
          </w:tcPr>
          <w:p w:rsidR="00B91EC8" w:rsidRDefault="00B91EC8" w:rsidP="00DC7084">
            <w:pPr>
              <w:spacing w:after="240"/>
            </w:pPr>
          </w:p>
        </w:tc>
      </w:tr>
      <w:tr w:rsidR="00545A13" w:rsidTr="00FF70D0">
        <w:trPr>
          <w:trHeight w:val="567"/>
          <w:jc w:val="center"/>
        </w:trPr>
        <w:tc>
          <w:tcPr>
            <w:tcW w:w="4322" w:type="dxa"/>
            <w:vMerge w:val="restart"/>
            <w:hideMark/>
          </w:tcPr>
          <w:p w:rsidR="00B91EC8" w:rsidRDefault="001F7548" w:rsidP="001F7548">
            <w:pPr>
              <w:pStyle w:val="Question"/>
            </w:pPr>
            <w:r>
              <w:t xml:space="preserve">     </w:t>
            </w:r>
            <w:r w:rsidR="00B91EC8">
              <w:t xml:space="preserve">Provide us with any other information you </w:t>
            </w:r>
            <w:r w:rsidR="0036771F">
              <w:t xml:space="preserve">think might help us to </w:t>
            </w:r>
            <w:r w:rsidR="00A82C33">
              <w:t>understand the situation better</w:t>
            </w:r>
            <w:r w:rsidR="00B91EC8">
              <w:t>.</w:t>
            </w:r>
          </w:p>
          <w:p w:rsidR="00B91EC8" w:rsidRDefault="00B91EC8" w:rsidP="006E7F4D">
            <w:pPr>
              <w:pStyle w:val="Subtext"/>
            </w:pPr>
            <w:r>
              <w:t>If you are aware of anyone who may have witnessed the event, provide us with their details</w:t>
            </w:r>
            <w:r w:rsidR="00FF70D0">
              <w:t>.</w:t>
            </w: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545A13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545A13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545A13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6E7F4D" w:rsidTr="00FF70D0">
        <w:trPr>
          <w:trHeight w:val="567"/>
          <w:jc w:val="center"/>
        </w:trPr>
        <w:tc>
          <w:tcPr>
            <w:tcW w:w="4322" w:type="dxa"/>
            <w:vMerge/>
            <w:vAlign w:val="center"/>
          </w:tcPr>
          <w:p w:rsidR="006E7F4D" w:rsidRDefault="006E7F4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6E7F4D" w:rsidRDefault="006E7F4D"/>
        </w:tc>
      </w:tr>
      <w:tr w:rsidR="006E7F4D" w:rsidTr="00FF70D0">
        <w:trPr>
          <w:trHeight w:val="567"/>
          <w:jc w:val="center"/>
        </w:trPr>
        <w:tc>
          <w:tcPr>
            <w:tcW w:w="4322" w:type="dxa"/>
            <w:vMerge/>
            <w:vAlign w:val="center"/>
          </w:tcPr>
          <w:p w:rsidR="006E7F4D" w:rsidRDefault="006E7F4D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6E7F4D" w:rsidRDefault="006E7F4D"/>
        </w:tc>
      </w:tr>
      <w:tr w:rsidR="00545A13" w:rsidTr="00B0209C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B91EC8" w:rsidRDefault="00B91EC8"/>
        </w:tc>
      </w:tr>
      <w:tr w:rsidR="00545A13" w:rsidTr="00B0209C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B91EC8" w:rsidRDefault="00B91EC8">
            <w:pPr>
              <w:widowControl/>
              <w:suppressAutoHyphens w:val="0"/>
              <w:autoSpaceDE/>
              <w:autoSpaceDN/>
              <w:adjustRightInd/>
              <w:rPr>
                <w:sz w:val="16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B91EC8" w:rsidRDefault="00B91EC8"/>
        </w:tc>
      </w:tr>
      <w:tr w:rsidR="00A82C33" w:rsidTr="00DB18EA">
        <w:trPr>
          <w:trHeight w:val="215"/>
          <w:jc w:val="center"/>
        </w:trPr>
        <w:tc>
          <w:tcPr>
            <w:tcW w:w="9994" w:type="dxa"/>
            <w:gridSpan w:val="10"/>
          </w:tcPr>
          <w:p w:rsidR="00A82C33" w:rsidRDefault="00A82C33" w:rsidP="00DB18EA"/>
        </w:tc>
      </w:tr>
      <w:tr w:rsidR="00A82C33" w:rsidTr="00083778">
        <w:trPr>
          <w:trHeight w:val="215"/>
          <w:jc w:val="center"/>
        </w:trPr>
        <w:tc>
          <w:tcPr>
            <w:tcW w:w="9994" w:type="dxa"/>
            <w:gridSpan w:val="10"/>
          </w:tcPr>
          <w:tbl>
            <w:tblPr>
              <w:tblStyle w:val="TableGrid"/>
              <w:tblW w:w="9994" w:type="dxa"/>
              <w:jc w:val="center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22"/>
              <w:gridCol w:w="1241"/>
              <w:gridCol w:w="1241"/>
              <w:gridCol w:w="3190"/>
            </w:tblGrid>
            <w:tr w:rsidR="00142812" w:rsidRPr="00545A13" w:rsidTr="00491DDF">
              <w:trPr>
                <w:gridAfter w:val="1"/>
                <w:wAfter w:w="3190" w:type="dxa"/>
                <w:trHeight w:val="567"/>
                <w:jc w:val="center"/>
              </w:trPr>
              <w:tc>
                <w:tcPr>
                  <w:tcW w:w="4322" w:type="dxa"/>
                  <w:vMerge w:val="restart"/>
                  <w:hideMark/>
                </w:tcPr>
                <w:p w:rsidR="00142812" w:rsidRDefault="00142812" w:rsidP="00142812">
                  <w:pPr>
                    <w:pStyle w:val="Question"/>
                    <w:spacing w:after="60"/>
                  </w:pPr>
                  <w:r>
                    <w:t xml:space="preserve">     Have you reported this matter to another </w:t>
                  </w:r>
                  <w:r w:rsidR="00E77B33">
                    <w:t>organisation</w:t>
                  </w:r>
                  <w:r>
                    <w:t>?</w:t>
                  </w:r>
                </w:p>
                <w:p w:rsidR="00142812" w:rsidRDefault="00142812" w:rsidP="00142812">
                  <w:pPr>
                    <w:pStyle w:val="Subtext"/>
                    <w:spacing w:after="240"/>
                  </w:pPr>
                  <w:r>
                    <w:t xml:space="preserve">If yes, please tell us which </w:t>
                  </w:r>
                  <w:r w:rsidR="00E77B33">
                    <w:t>one</w:t>
                  </w:r>
                  <w:r>
                    <w:t>.</w:t>
                  </w:r>
                </w:p>
              </w:tc>
              <w:tc>
                <w:tcPr>
                  <w:tcW w:w="1241" w:type="dxa"/>
                  <w:tcBorders>
                    <w:top w:val="dotted" w:sz="4" w:space="0" w:color="7F7F7F" w:themeColor="text1" w:themeTint="80"/>
                    <w:left w:val="nil"/>
                    <w:bottom w:val="single" w:sz="4" w:space="0" w:color="000000" w:themeColor="text1"/>
                    <w:right w:val="nil"/>
                  </w:tcBorders>
                  <w:shd w:val="clear" w:color="auto" w:fill="FDFDFD"/>
                  <w:vAlign w:val="center"/>
                  <w:hideMark/>
                </w:tcPr>
                <w:p w:rsidR="00142812" w:rsidRPr="00545A13" w:rsidRDefault="00142812" w:rsidP="00142812">
                  <w:pPr>
                    <w:pStyle w:val="YesNo"/>
                    <w:jc w:val="center"/>
                    <w:rPr>
                      <w:sz w:val="14"/>
                    </w:rPr>
                  </w:pPr>
                  <w:r w:rsidRPr="00545A13">
                    <w:rPr>
                      <w:sz w:val="14"/>
                    </w:rPr>
                    <w:t>YES</w:t>
                  </w:r>
                </w:p>
              </w:tc>
              <w:tc>
                <w:tcPr>
                  <w:tcW w:w="1241" w:type="dxa"/>
                  <w:tcBorders>
                    <w:top w:val="dotted" w:sz="4" w:space="0" w:color="7F7F7F" w:themeColor="text1" w:themeTint="80"/>
                    <w:left w:val="nil"/>
                    <w:bottom w:val="single" w:sz="4" w:space="0" w:color="000000" w:themeColor="text1"/>
                    <w:right w:val="nil"/>
                  </w:tcBorders>
                  <w:shd w:val="clear" w:color="auto" w:fill="FDFDFD"/>
                  <w:vAlign w:val="center"/>
                </w:tcPr>
                <w:p w:rsidR="00142812" w:rsidRDefault="00142812" w:rsidP="00142812">
                  <w:pPr>
                    <w:pStyle w:val="YesNo"/>
                    <w:jc w:val="center"/>
                  </w:pPr>
                  <w:r w:rsidRPr="00545A13">
                    <w:rPr>
                      <w:sz w:val="14"/>
                    </w:rPr>
                    <w:t>NO</w:t>
                  </w:r>
                </w:p>
              </w:tc>
            </w:tr>
            <w:tr w:rsidR="00142812" w:rsidRPr="00917C8E" w:rsidTr="00D838E9">
              <w:trPr>
                <w:trHeight w:val="113"/>
                <w:jc w:val="center"/>
              </w:trPr>
              <w:tc>
                <w:tcPr>
                  <w:tcW w:w="4322" w:type="dxa"/>
                  <w:vMerge/>
                  <w:shd w:val="clear" w:color="auto" w:fill="auto"/>
                </w:tcPr>
                <w:p w:rsidR="00142812" w:rsidRDefault="00142812" w:rsidP="00142812">
                  <w:pPr>
                    <w:pStyle w:val="Subtext"/>
                    <w:spacing w:before="0" w:after="0"/>
                    <w:ind w:left="0"/>
                  </w:pPr>
                </w:p>
              </w:tc>
              <w:tc>
                <w:tcPr>
                  <w:tcW w:w="5672" w:type="dxa"/>
                  <w:gridSpan w:val="3"/>
                  <w:tcBorders>
                    <w:left w:val="nil"/>
                    <w:bottom w:val="dotted" w:sz="4" w:space="0" w:color="7F7F7F" w:themeColor="text1" w:themeTint="80"/>
                    <w:right w:val="nil"/>
                  </w:tcBorders>
                  <w:shd w:val="clear" w:color="auto" w:fill="auto"/>
                  <w:vAlign w:val="center"/>
                </w:tcPr>
                <w:p w:rsidR="00142812" w:rsidRPr="002D5722" w:rsidRDefault="00142812" w:rsidP="00142812">
                  <w:pPr>
                    <w:pStyle w:val="Subtext"/>
                    <w:spacing w:before="0" w:after="0" w:line="240" w:lineRule="auto"/>
                    <w:ind w:left="-113" w:right="1644"/>
                    <w:rPr>
                      <w:sz w:val="12"/>
                    </w:rPr>
                  </w:pPr>
                </w:p>
              </w:tc>
            </w:tr>
            <w:tr w:rsidR="00142812" w:rsidTr="00D838E9">
              <w:trPr>
                <w:trHeight w:val="567"/>
                <w:jc w:val="center"/>
              </w:trPr>
              <w:tc>
                <w:tcPr>
                  <w:tcW w:w="4322" w:type="dxa"/>
                  <w:vMerge/>
                </w:tcPr>
                <w:p w:rsidR="00142812" w:rsidRDefault="00142812" w:rsidP="00142812">
                  <w:pPr>
                    <w:pStyle w:val="Subtext"/>
                    <w:spacing w:before="0" w:after="0"/>
                    <w:ind w:left="0"/>
                  </w:pPr>
                </w:p>
              </w:tc>
              <w:tc>
                <w:tcPr>
                  <w:tcW w:w="5672" w:type="dxa"/>
                  <w:gridSpan w:val="3"/>
                  <w:tcBorders>
                    <w:top w:val="dotted" w:sz="4" w:space="0" w:color="7F7F7F" w:themeColor="text1" w:themeTint="80"/>
                    <w:left w:val="nil"/>
                    <w:bottom w:val="single" w:sz="4" w:space="0" w:color="000000" w:themeColor="text1"/>
                    <w:right w:val="nil"/>
                  </w:tcBorders>
                  <w:shd w:val="clear" w:color="auto" w:fill="FDFDFD"/>
                  <w:vAlign w:val="center"/>
                </w:tcPr>
                <w:p w:rsidR="00142812" w:rsidRDefault="00142812" w:rsidP="00142812">
                  <w:pPr>
                    <w:pStyle w:val="Subtext"/>
                    <w:spacing w:before="160" w:after="60"/>
                    <w:ind w:left="-113" w:right="1644"/>
                  </w:pPr>
                </w:p>
              </w:tc>
            </w:tr>
          </w:tbl>
          <w:p w:rsidR="002D5722" w:rsidRDefault="002D5722" w:rsidP="00A82C33">
            <w:r>
              <w:t xml:space="preserve"> </w:t>
            </w:r>
          </w:p>
        </w:tc>
      </w:tr>
      <w:tr w:rsidR="00935781" w:rsidTr="00917C8E">
        <w:trPr>
          <w:trHeight w:val="567"/>
          <w:jc w:val="center"/>
        </w:trPr>
        <w:tc>
          <w:tcPr>
            <w:tcW w:w="4322" w:type="dxa"/>
            <w:hideMark/>
          </w:tcPr>
          <w:p w:rsidR="00935781" w:rsidRDefault="00935781" w:rsidP="00935781">
            <w:pPr>
              <w:pStyle w:val="Question"/>
              <w:spacing w:after="0"/>
              <w:ind w:right="510"/>
            </w:pPr>
            <w:r>
              <w:t xml:space="preserve">     Do you have any documents relevant to your complaint?</w:t>
            </w:r>
          </w:p>
        </w:tc>
        <w:tc>
          <w:tcPr>
            <w:tcW w:w="1241" w:type="dxa"/>
            <w:gridSpan w:val="3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  <w:hideMark/>
          </w:tcPr>
          <w:p w:rsidR="00935781" w:rsidRPr="00545A13" w:rsidRDefault="00935781" w:rsidP="00935781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YES</w:t>
            </w:r>
          </w:p>
        </w:tc>
        <w:tc>
          <w:tcPr>
            <w:tcW w:w="1241" w:type="dxa"/>
            <w:gridSpan w:val="2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935781" w:rsidRDefault="00935781" w:rsidP="00935781">
            <w:pPr>
              <w:pStyle w:val="YesNo"/>
              <w:jc w:val="center"/>
            </w:pPr>
            <w:r w:rsidRPr="00545A13">
              <w:rPr>
                <w:sz w:val="14"/>
              </w:rPr>
              <w:t>NO</w:t>
            </w:r>
          </w:p>
        </w:tc>
        <w:tc>
          <w:tcPr>
            <w:tcW w:w="31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35781" w:rsidRDefault="00935781" w:rsidP="00935781">
            <w:pPr>
              <w:pStyle w:val="YesNo"/>
            </w:pPr>
          </w:p>
        </w:tc>
      </w:tr>
      <w:tr w:rsidR="004B310C" w:rsidTr="00401A11">
        <w:trPr>
          <w:trHeight w:val="283"/>
          <w:jc w:val="center"/>
        </w:trPr>
        <w:tc>
          <w:tcPr>
            <w:tcW w:w="9994" w:type="dxa"/>
            <w:gridSpan w:val="10"/>
          </w:tcPr>
          <w:p w:rsidR="004B310C" w:rsidRPr="00382FF8" w:rsidRDefault="004B310C" w:rsidP="00917C8E">
            <w:pPr>
              <w:pStyle w:val="Subtext"/>
              <w:spacing w:after="360"/>
              <w:ind w:right="6009"/>
            </w:pPr>
            <w:r>
              <w:t>If yes, p</w:t>
            </w:r>
            <w:r w:rsidRPr="00382FF8">
              <w:t>lease provide copies of the documents when you file the complaint.</w:t>
            </w:r>
          </w:p>
        </w:tc>
      </w:tr>
      <w:tr w:rsidR="00035151" w:rsidTr="00035151">
        <w:trPr>
          <w:trHeight w:val="567"/>
          <w:jc w:val="center"/>
        </w:trPr>
        <w:tc>
          <w:tcPr>
            <w:tcW w:w="4322" w:type="dxa"/>
            <w:vMerge w:val="restart"/>
          </w:tcPr>
          <w:p w:rsidR="00035151" w:rsidRDefault="00035151" w:rsidP="006E7F4D">
            <w:pPr>
              <w:pStyle w:val="Question"/>
              <w:spacing w:before="120"/>
            </w:pPr>
            <w:r>
              <w:t xml:space="preserve">   </w:t>
            </w:r>
            <w:r w:rsidR="006E7F4D">
              <w:t xml:space="preserve">  </w:t>
            </w:r>
            <w:r>
              <w:t>To the best of your knowledge, is the information you have provided on this form true and accurate?</w:t>
            </w: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FDFDFD"/>
            <w:vAlign w:val="center"/>
          </w:tcPr>
          <w:p w:rsidR="00035151" w:rsidRDefault="00035151" w:rsidP="00035151">
            <w:pPr>
              <w:pStyle w:val="Subtext"/>
              <w:spacing w:after="0"/>
              <w:ind w:left="-113" w:right="1361"/>
            </w:pPr>
            <w:r>
              <w:t xml:space="preserve">It is an offence under the </w:t>
            </w:r>
            <w:r>
              <w:rPr>
                <w:i/>
              </w:rPr>
              <w:t xml:space="preserve">Integrity Commission </w:t>
            </w:r>
            <w:r>
              <w:rPr>
                <w:i/>
              </w:rPr>
              <w:br/>
              <w:t>Act 2009</w:t>
            </w:r>
            <w:r>
              <w:t xml:space="preserve"> to provide false or misleading information.</w:t>
            </w:r>
          </w:p>
        </w:tc>
      </w:tr>
      <w:tr w:rsidR="00035151" w:rsidTr="00035151">
        <w:trPr>
          <w:trHeight w:val="57"/>
          <w:jc w:val="center"/>
        </w:trPr>
        <w:tc>
          <w:tcPr>
            <w:tcW w:w="4322" w:type="dxa"/>
            <w:vMerge/>
          </w:tcPr>
          <w:p w:rsidR="00035151" w:rsidRDefault="00035151" w:rsidP="00035151">
            <w:pPr>
              <w:pStyle w:val="Subtext"/>
              <w:spacing w:after="0"/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35151" w:rsidRPr="00035151" w:rsidRDefault="00035151" w:rsidP="00035151">
            <w:pPr>
              <w:pStyle w:val="YesNo"/>
              <w:spacing w:before="0" w:after="0"/>
              <w:rPr>
                <w:sz w:val="16"/>
              </w:rPr>
            </w:pPr>
          </w:p>
        </w:tc>
      </w:tr>
      <w:tr w:rsidR="00035151" w:rsidTr="007434F8">
        <w:trPr>
          <w:trHeight w:val="510"/>
          <w:jc w:val="center"/>
        </w:trPr>
        <w:tc>
          <w:tcPr>
            <w:tcW w:w="4322" w:type="dxa"/>
            <w:vMerge/>
            <w:hideMark/>
          </w:tcPr>
          <w:p w:rsidR="00035151" w:rsidRDefault="00035151" w:rsidP="00035151">
            <w:pPr>
              <w:pStyle w:val="Subtext"/>
              <w:spacing w:after="0"/>
            </w:pPr>
          </w:p>
        </w:tc>
        <w:tc>
          <w:tcPr>
            <w:tcW w:w="1241" w:type="dxa"/>
            <w:gridSpan w:val="3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  <w:vAlign w:val="center"/>
          </w:tcPr>
          <w:p w:rsidR="00035151" w:rsidRPr="00545A13" w:rsidRDefault="00035151" w:rsidP="00035151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YES</w:t>
            </w:r>
          </w:p>
        </w:tc>
        <w:tc>
          <w:tcPr>
            <w:tcW w:w="1241" w:type="dxa"/>
            <w:gridSpan w:val="2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  <w:vAlign w:val="center"/>
          </w:tcPr>
          <w:p w:rsidR="00035151" w:rsidRDefault="00035151" w:rsidP="00035151">
            <w:pPr>
              <w:pStyle w:val="YesNo"/>
              <w:jc w:val="center"/>
            </w:pPr>
            <w:r w:rsidRPr="00545A13">
              <w:rPr>
                <w:sz w:val="14"/>
              </w:rPr>
              <w:t>NO</w:t>
            </w:r>
          </w:p>
        </w:tc>
        <w:tc>
          <w:tcPr>
            <w:tcW w:w="31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35151" w:rsidRDefault="00035151" w:rsidP="00035151">
            <w:pPr>
              <w:pStyle w:val="YesNo"/>
            </w:pPr>
          </w:p>
          <w:p w:rsidR="006E7F4D" w:rsidRDefault="006E7F4D" w:rsidP="000C6EC5">
            <w:pPr>
              <w:pStyle w:val="YesNo"/>
              <w:spacing w:after="0"/>
            </w:pPr>
          </w:p>
        </w:tc>
      </w:tr>
      <w:tr w:rsidR="000C6EC5" w:rsidRPr="00545A13" w:rsidTr="007434F8">
        <w:trPr>
          <w:trHeight w:val="850"/>
          <w:jc w:val="center"/>
        </w:trPr>
        <w:tc>
          <w:tcPr>
            <w:tcW w:w="4322" w:type="dxa"/>
            <w:vMerge/>
          </w:tcPr>
          <w:p w:rsidR="000C6EC5" w:rsidRDefault="000C6EC5" w:rsidP="000459C9">
            <w:pPr>
              <w:pStyle w:val="Question"/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0C6EC5" w:rsidRPr="00545A13" w:rsidRDefault="000C6EC5" w:rsidP="007434F8">
            <w:pPr>
              <w:pStyle w:val="YesNo"/>
              <w:spacing w:after="0"/>
              <w:jc w:val="center"/>
              <w:rPr>
                <w:sz w:val="14"/>
              </w:rPr>
            </w:pPr>
          </w:p>
        </w:tc>
      </w:tr>
      <w:tr w:rsidR="00B91EC8" w:rsidTr="00E501C2">
        <w:trPr>
          <w:jc w:val="center"/>
        </w:trPr>
        <w:tc>
          <w:tcPr>
            <w:tcW w:w="4322" w:type="dxa"/>
          </w:tcPr>
          <w:p w:rsidR="00B91EC8" w:rsidRDefault="00B91EC8" w:rsidP="006E7F4D">
            <w:pPr>
              <w:pStyle w:val="Subtext"/>
              <w:ind w:left="-113"/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hideMark/>
          </w:tcPr>
          <w:p w:rsidR="006E7F4D" w:rsidRPr="00897089" w:rsidRDefault="006E7F4D" w:rsidP="007434F8">
            <w:pPr>
              <w:spacing w:after="360"/>
              <w:ind w:left="-113"/>
              <w:rPr>
                <w:rFonts w:ascii="Gotham Medium" w:hAnsi="Gotham Medium"/>
                <w:sz w:val="20"/>
              </w:rPr>
            </w:pPr>
            <w:r>
              <w:rPr>
                <w:rFonts w:ascii="Gotham Medium" w:hAnsi="Gotham Medium"/>
                <w:sz w:val="20"/>
              </w:rPr>
              <w:t>We accept anonymous</w:t>
            </w:r>
            <w:r w:rsidRPr="00897089">
              <w:rPr>
                <w:rFonts w:ascii="Gotham Medium" w:hAnsi="Gotham Medium"/>
                <w:sz w:val="20"/>
              </w:rPr>
              <w:t xml:space="preserve"> complaint</w:t>
            </w:r>
            <w:r>
              <w:rPr>
                <w:rFonts w:ascii="Gotham Medium" w:hAnsi="Gotham Medium"/>
                <w:sz w:val="20"/>
              </w:rPr>
              <w:t>s</w:t>
            </w:r>
            <w:r w:rsidRPr="00897089">
              <w:rPr>
                <w:rFonts w:ascii="Gotham Medium" w:hAnsi="Gotham Medium"/>
                <w:sz w:val="20"/>
              </w:rPr>
              <w:t>.</w:t>
            </w:r>
          </w:p>
          <w:p w:rsidR="006E7F4D" w:rsidRDefault="006E7F4D" w:rsidP="000C6EC5">
            <w:pPr>
              <w:pStyle w:val="Subtext"/>
              <w:ind w:left="-113" w:right="567"/>
            </w:pPr>
            <w:r>
              <w:t>However, if you provide your name and contact details we can:</w:t>
            </w:r>
          </w:p>
          <w:p w:rsidR="006E7F4D" w:rsidRDefault="006E7F4D" w:rsidP="000C6EC5">
            <w:pPr>
              <w:pStyle w:val="Subtext"/>
              <w:numPr>
                <w:ilvl w:val="0"/>
                <w:numId w:val="4"/>
              </w:numPr>
              <w:spacing w:before="0" w:after="0"/>
              <w:ind w:left="530" w:right="567"/>
            </w:pPr>
            <w:r>
              <w:t>contact you to obtain further information, and</w:t>
            </w:r>
          </w:p>
          <w:p w:rsidR="006E7F4D" w:rsidRDefault="006E7F4D" w:rsidP="000C6EC5">
            <w:pPr>
              <w:pStyle w:val="Subtext"/>
              <w:numPr>
                <w:ilvl w:val="0"/>
                <w:numId w:val="4"/>
              </w:numPr>
              <w:spacing w:before="0"/>
              <w:ind w:left="530" w:right="567"/>
            </w:pPr>
            <w:r>
              <w:t>tell you about the outcome of your complaint.</w:t>
            </w:r>
          </w:p>
          <w:p w:rsidR="006E7F4D" w:rsidRDefault="006E7F4D" w:rsidP="000C6EC5">
            <w:pPr>
              <w:pStyle w:val="Subtext"/>
              <w:ind w:left="-113" w:right="567"/>
            </w:pPr>
            <w:r>
              <w:t>If you choose, we can ensure that your contact details are not given to other organisations if your complaint is sent to them for action.</w:t>
            </w:r>
          </w:p>
          <w:p w:rsidR="00E77B33" w:rsidRDefault="006E7F4D" w:rsidP="007434F8">
            <w:pPr>
              <w:pStyle w:val="Subtext"/>
              <w:spacing w:before="0"/>
              <w:ind w:left="-113" w:right="567"/>
            </w:pPr>
            <w:r>
              <w:t>You can also choose to make a complaint without providing your contact details. This means you will not know the outcome of your complaint.</w:t>
            </w:r>
            <w:r w:rsidR="007434F8">
              <w:t xml:space="preserve"> </w:t>
            </w:r>
          </w:p>
          <w:p w:rsidR="007434F8" w:rsidRDefault="007434F8" w:rsidP="007434F8">
            <w:pPr>
              <w:pStyle w:val="Subtext"/>
              <w:spacing w:before="0" w:after="240"/>
              <w:ind w:left="-113" w:right="567"/>
            </w:pPr>
            <w:r>
              <w:t>If you would like us to keep you updated about this matter, please complete the following section.</w:t>
            </w:r>
          </w:p>
        </w:tc>
      </w:tr>
      <w:tr w:rsidR="00E501C2" w:rsidTr="00E501C2">
        <w:trPr>
          <w:trHeight w:val="567"/>
          <w:jc w:val="center"/>
        </w:trPr>
        <w:tc>
          <w:tcPr>
            <w:tcW w:w="4322" w:type="dxa"/>
          </w:tcPr>
          <w:p w:rsidR="00E501C2" w:rsidRDefault="00E501C2" w:rsidP="00E501C2">
            <w:pPr>
              <w:pStyle w:val="Question"/>
              <w:numPr>
                <w:ilvl w:val="0"/>
                <w:numId w:val="0"/>
              </w:numPr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01C2" w:rsidRPr="00897089" w:rsidRDefault="00AA1B37" w:rsidP="007434F8">
            <w:pPr>
              <w:spacing w:before="600" w:after="360"/>
              <w:ind w:left="-113"/>
              <w:rPr>
                <w:rFonts w:ascii="Gotham Medium" w:hAnsi="Gotham Medium"/>
                <w:sz w:val="20"/>
              </w:rPr>
            </w:pPr>
            <w:r>
              <w:rPr>
                <w:rFonts w:ascii="Gotham Medium" w:hAnsi="Gotham Medium"/>
                <w:sz w:val="20"/>
              </w:rPr>
              <w:t>Tell us about yourself</w:t>
            </w:r>
            <w:r w:rsidR="00E501C2" w:rsidRPr="00897089">
              <w:rPr>
                <w:rFonts w:ascii="Gotham Medium" w:hAnsi="Gotham Medium"/>
                <w:sz w:val="20"/>
              </w:rPr>
              <w:t>.</w:t>
            </w:r>
          </w:p>
          <w:p w:rsidR="00E501C2" w:rsidRDefault="00E501C2" w:rsidP="00A833D4">
            <w:pPr>
              <w:pStyle w:val="Subtext"/>
              <w:spacing w:after="240"/>
              <w:ind w:left="-113"/>
            </w:pPr>
            <w:r>
              <w:t>Providing your details means we may contact you for further information. It also allows us to keep you updated about the status of your complaint.</w:t>
            </w:r>
          </w:p>
        </w:tc>
      </w:tr>
      <w:tr w:rsidR="00083778" w:rsidTr="00545A13">
        <w:trPr>
          <w:trHeight w:val="283"/>
          <w:jc w:val="center"/>
        </w:trPr>
        <w:tc>
          <w:tcPr>
            <w:tcW w:w="4322" w:type="dxa"/>
            <w:vMerge w:val="restart"/>
            <w:hideMark/>
          </w:tcPr>
          <w:p w:rsidR="00083778" w:rsidRDefault="00AD251A" w:rsidP="00A71D60">
            <w:pPr>
              <w:pStyle w:val="Question"/>
            </w:pPr>
            <w:r>
              <w:t xml:space="preserve">   </w:t>
            </w:r>
            <w:r w:rsidR="00A71D60">
              <w:t>Your details</w:t>
            </w:r>
          </w:p>
          <w:p w:rsidR="002D5722" w:rsidRDefault="004F207A" w:rsidP="004F207A">
            <w:pPr>
              <w:pStyle w:val="Subtext"/>
            </w:pPr>
            <w:r w:rsidRPr="004F207A">
              <w:t>You can choose to be completely anonymous. If you want to be completely anonymous, do not fill out this question</w:t>
            </w:r>
            <w:r>
              <w:t>.</w:t>
            </w:r>
            <w:r w:rsidR="002D5722" w:rsidRPr="002D5722"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8425AA">
            <w:pPr>
              <w:pStyle w:val="Identifier"/>
              <w:spacing w:before="0"/>
            </w:pPr>
            <w:r>
              <w:t>Title</w:t>
            </w:r>
          </w:p>
        </w:tc>
        <w:tc>
          <w:tcPr>
            <w:tcW w:w="283" w:type="dxa"/>
          </w:tcPr>
          <w:p w:rsidR="00083778" w:rsidRDefault="00083778" w:rsidP="008425AA">
            <w:pPr>
              <w:pStyle w:val="Identifier"/>
              <w:spacing w:before="0"/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8425AA">
            <w:pPr>
              <w:pStyle w:val="Identifier"/>
              <w:spacing w:before="0"/>
            </w:pPr>
            <w:r>
              <w:t>First name</w:t>
            </w:r>
          </w:p>
        </w:tc>
        <w:tc>
          <w:tcPr>
            <w:tcW w:w="284" w:type="dxa"/>
          </w:tcPr>
          <w:p w:rsidR="00083778" w:rsidRDefault="00083778" w:rsidP="008425AA">
            <w:pPr>
              <w:pStyle w:val="Identifier"/>
              <w:spacing w:before="0"/>
            </w:pPr>
          </w:p>
        </w:tc>
        <w:tc>
          <w:tcPr>
            <w:tcW w:w="2269" w:type="dxa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8425AA">
            <w:pPr>
              <w:pStyle w:val="Identifier"/>
              <w:spacing w:before="0"/>
            </w:pPr>
            <w:r>
              <w:t>Surname</w:t>
            </w:r>
          </w:p>
        </w:tc>
      </w:tr>
      <w:tr w:rsidR="00083778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  <w:tc>
          <w:tcPr>
            <w:tcW w:w="283" w:type="dxa"/>
          </w:tcPr>
          <w:p w:rsidR="00083778" w:rsidRDefault="00083778"/>
        </w:tc>
        <w:tc>
          <w:tcPr>
            <w:tcW w:w="1985" w:type="dxa"/>
            <w:gridSpan w:val="5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  <w:tc>
          <w:tcPr>
            <w:tcW w:w="284" w:type="dxa"/>
          </w:tcPr>
          <w:p w:rsidR="00083778" w:rsidRDefault="00083778"/>
        </w:tc>
        <w:tc>
          <w:tcPr>
            <w:tcW w:w="2269" w:type="dxa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</w:tr>
      <w:tr w:rsidR="00083778" w:rsidTr="00545A13">
        <w:trPr>
          <w:trHeight w:val="283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2455" w:type="dxa"/>
            <w:gridSpan w:val="4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E37360">
            <w:pPr>
              <w:pStyle w:val="Identifier"/>
            </w:pPr>
            <w:r>
              <w:t>Preferred name</w:t>
            </w:r>
          </w:p>
        </w:tc>
        <w:tc>
          <w:tcPr>
            <w:tcW w:w="239" w:type="dxa"/>
            <w:gridSpan w:val="2"/>
          </w:tcPr>
          <w:p w:rsidR="00083778" w:rsidRDefault="00083778" w:rsidP="00E37360">
            <w:pPr>
              <w:pStyle w:val="Identifier"/>
            </w:pPr>
          </w:p>
        </w:tc>
        <w:tc>
          <w:tcPr>
            <w:tcW w:w="2978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E37360">
            <w:pPr>
              <w:pStyle w:val="Identifier"/>
            </w:pPr>
            <w:r>
              <w:t>Preferred contact number</w:t>
            </w:r>
          </w:p>
        </w:tc>
      </w:tr>
      <w:tr w:rsidR="00083778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2455" w:type="dxa"/>
            <w:gridSpan w:val="4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  <w:tc>
          <w:tcPr>
            <w:tcW w:w="239" w:type="dxa"/>
            <w:gridSpan w:val="2"/>
            <w:shd w:val="clear" w:color="auto" w:fill="FFFFFF" w:themeFill="background1"/>
          </w:tcPr>
          <w:p w:rsidR="00083778" w:rsidRDefault="00083778"/>
        </w:tc>
        <w:tc>
          <w:tcPr>
            <w:tcW w:w="2978" w:type="dxa"/>
            <w:gridSpan w:val="3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</w:tr>
      <w:tr w:rsidR="00083778" w:rsidTr="00545A13">
        <w:trPr>
          <w:trHeight w:val="283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5672" w:type="dxa"/>
            <w:gridSpan w:val="9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E37360">
            <w:pPr>
              <w:pStyle w:val="Identifier"/>
            </w:pPr>
            <w:r>
              <w:t>Preferred mailing address</w:t>
            </w:r>
          </w:p>
        </w:tc>
      </w:tr>
      <w:tr w:rsidR="00083778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dotted" w:sz="4" w:space="0" w:color="7F7F7F" w:themeColor="text1" w:themeTint="80"/>
              <w:right w:val="nil"/>
            </w:tcBorders>
            <w:shd w:val="clear" w:color="auto" w:fill="FDFDFD"/>
          </w:tcPr>
          <w:p w:rsidR="00083778" w:rsidRDefault="00083778"/>
        </w:tc>
      </w:tr>
      <w:tr w:rsidR="00083778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</w:tr>
      <w:tr w:rsidR="00083778" w:rsidTr="00545A13">
        <w:trPr>
          <w:trHeight w:val="283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5672" w:type="dxa"/>
            <w:gridSpan w:val="9"/>
            <w:tcBorders>
              <w:top w:val="single" w:sz="4" w:space="0" w:color="auto"/>
              <w:left w:val="nil"/>
              <w:bottom w:val="dotted" w:sz="4" w:space="0" w:color="7F7F7F" w:themeColor="text1" w:themeTint="80"/>
              <w:right w:val="nil"/>
            </w:tcBorders>
            <w:hideMark/>
          </w:tcPr>
          <w:p w:rsidR="00083778" w:rsidRDefault="00935781" w:rsidP="00E37360">
            <w:pPr>
              <w:pStyle w:val="Identifier"/>
            </w:pPr>
            <w:r>
              <w:t>Email address</w:t>
            </w:r>
          </w:p>
        </w:tc>
      </w:tr>
      <w:tr w:rsidR="00083778" w:rsidTr="00FF70D0">
        <w:trPr>
          <w:trHeight w:val="567"/>
          <w:jc w:val="center"/>
        </w:trPr>
        <w:tc>
          <w:tcPr>
            <w:tcW w:w="4322" w:type="dxa"/>
            <w:vMerge/>
            <w:vAlign w:val="center"/>
            <w:hideMark/>
          </w:tcPr>
          <w:p w:rsidR="00083778" w:rsidRDefault="00083778">
            <w:pPr>
              <w:widowControl/>
              <w:suppressAutoHyphens w:val="0"/>
              <w:autoSpaceDE/>
              <w:autoSpaceDN/>
              <w:adjustRightInd/>
              <w:rPr>
                <w:rFonts w:ascii="Gotham Book" w:hAnsi="Gotham Book"/>
                <w:sz w:val="20"/>
              </w:rPr>
            </w:pPr>
          </w:p>
        </w:tc>
        <w:tc>
          <w:tcPr>
            <w:tcW w:w="5672" w:type="dxa"/>
            <w:gridSpan w:val="9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</w:tcPr>
          <w:p w:rsidR="00083778" w:rsidRDefault="00083778"/>
        </w:tc>
      </w:tr>
      <w:tr w:rsidR="00083778" w:rsidTr="00545A13">
        <w:trPr>
          <w:trHeight w:val="283"/>
          <w:jc w:val="center"/>
        </w:trPr>
        <w:tc>
          <w:tcPr>
            <w:tcW w:w="4322" w:type="dxa"/>
            <w:vMerge/>
          </w:tcPr>
          <w:p w:rsidR="00083778" w:rsidRDefault="00083778">
            <w:pPr>
              <w:pStyle w:val="Question"/>
              <w:numPr>
                <w:ilvl w:val="0"/>
                <w:numId w:val="0"/>
              </w:numPr>
              <w:ind w:left="360"/>
            </w:pPr>
          </w:p>
        </w:tc>
        <w:tc>
          <w:tcPr>
            <w:tcW w:w="5672" w:type="dxa"/>
            <w:gridSpan w:val="9"/>
            <w:tcBorders>
              <w:top w:val="single" w:sz="4" w:space="0" w:color="auto"/>
              <w:left w:val="nil"/>
              <w:right w:val="nil"/>
            </w:tcBorders>
            <w:hideMark/>
          </w:tcPr>
          <w:p w:rsidR="00083778" w:rsidRDefault="00935781" w:rsidP="002D5722">
            <w:pPr>
              <w:pStyle w:val="Identifier"/>
              <w:spacing w:before="240"/>
            </w:pPr>
            <w:r>
              <w:t xml:space="preserve">Are you a </w:t>
            </w:r>
            <w:r w:rsidR="00A71D60">
              <w:t>Tasmanian</w:t>
            </w:r>
            <w:r>
              <w:t xml:space="preserve"> public sector employee?</w:t>
            </w:r>
            <w:r w:rsidR="002D5722">
              <w:t xml:space="preserve"> </w:t>
            </w:r>
            <w:r w:rsidR="002D5722" w:rsidRPr="002D5722">
              <w:t xml:space="preserve">If yes, </w:t>
            </w:r>
            <w:r w:rsidR="002D5722">
              <w:t xml:space="preserve">please </w:t>
            </w:r>
            <w:r w:rsidR="002D5722" w:rsidRPr="002D5722">
              <w:t xml:space="preserve">tell us which </w:t>
            </w:r>
            <w:r w:rsidR="002D5722">
              <w:t>organisation.</w:t>
            </w:r>
          </w:p>
        </w:tc>
      </w:tr>
      <w:tr w:rsidR="00E501C2" w:rsidTr="002D5722">
        <w:trPr>
          <w:trHeight w:val="567"/>
          <w:jc w:val="center"/>
        </w:trPr>
        <w:tc>
          <w:tcPr>
            <w:tcW w:w="4322" w:type="dxa"/>
            <w:vMerge/>
          </w:tcPr>
          <w:p w:rsidR="00E501C2" w:rsidRDefault="00E501C2" w:rsidP="00545A13">
            <w:pPr>
              <w:pStyle w:val="Question"/>
              <w:numPr>
                <w:ilvl w:val="0"/>
                <w:numId w:val="0"/>
              </w:numPr>
              <w:ind w:left="360"/>
            </w:pPr>
          </w:p>
        </w:tc>
        <w:tc>
          <w:tcPr>
            <w:tcW w:w="1241" w:type="dxa"/>
            <w:gridSpan w:val="3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  <w:vAlign w:val="center"/>
            <w:hideMark/>
          </w:tcPr>
          <w:p w:rsidR="00E501C2" w:rsidRPr="00545A13" w:rsidRDefault="00E501C2" w:rsidP="00545A13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YES</w:t>
            </w:r>
          </w:p>
        </w:tc>
        <w:tc>
          <w:tcPr>
            <w:tcW w:w="1241" w:type="dxa"/>
            <w:gridSpan w:val="2"/>
            <w:tcBorders>
              <w:top w:val="dotted" w:sz="4" w:space="0" w:color="7F7F7F" w:themeColor="text1" w:themeTint="80"/>
              <w:left w:val="nil"/>
              <w:bottom w:val="single" w:sz="4" w:space="0" w:color="auto"/>
              <w:right w:val="nil"/>
            </w:tcBorders>
            <w:shd w:val="clear" w:color="auto" w:fill="FDFDFD"/>
            <w:vAlign w:val="center"/>
          </w:tcPr>
          <w:p w:rsidR="00E501C2" w:rsidRPr="00545A13" w:rsidRDefault="00E501C2" w:rsidP="00545A13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NO</w:t>
            </w:r>
          </w:p>
        </w:tc>
        <w:tc>
          <w:tcPr>
            <w:tcW w:w="3190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01C2" w:rsidRDefault="00E501C2" w:rsidP="00545A13">
            <w:pPr>
              <w:pStyle w:val="YesNo"/>
              <w:jc w:val="center"/>
            </w:pPr>
          </w:p>
        </w:tc>
      </w:tr>
      <w:tr w:rsidR="002D5722" w:rsidTr="002D5722">
        <w:trPr>
          <w:trHeight w:val="113"/>
          <w:jc w:val="center"/>
        </w:trPr>
        <w:tc>
          <w:tcPr>
            <w:tcW w:w="4322" w:type="dxa"/>
            <w:vMerge/>
          </w:tcPr>
          <w:p w:rsidR="002D5722" w:rsidRDefault="002D5722" w:rsidP="002D5722">
            <w:pPr>
              <w:pStyle w:val="Question"/>
              <w:numPr>
                <w:ilvl w:val="0"/>
                <w:numId w:val="0"/>
              </w:numPr>
              <w:spacing w:after="0"/>
              <w:ind w:left="360"/>
            </w:pPr>
          </w:p>
        </w:tc>
        <w:tc>
          <w:tcPr>
            <w:tcW w:w="5672" w:type="dxa"/>
            <w:gridSpan w:val="9"/>
            <w:tcBorders>
              <w:left w:val="nil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2D5722" w:rsidRPr="002D5722" w:rsidRDefault="002D5722" w:rsidP="002D5722">
            <w:pPr>
              <w:pStyle w:val="YesNo"/>
              <w:spacing w:before="0" w:after="0"/>
              <w:jc w:val="center"/>
              <w:rPr>
                <w:sz w:val="14"/>
              </w:rPr>
            </w:pPr>
          </w:p>
        </w:tc>
      </w:tr>
      <w:tr w:rsidR="002D5722" w:rsidTr="002D5722">
        <w:trPr>
          <w:trHeight w:val="567"/>
          <w:jc w:val="center"/>
        </w:trPr>
        <w:tc>
          <w:tcPr>
            <w:tcW w:w="4322" w:type="dxa"/>
            <w:vMerge/>
          </w:tcPr>
          <w:p w:rsidR="002D5722" w:rsidRDefault="002D5722" w:rsidP="00545A13">
            <w:pPr>
              <w:pStyle w:val="Question"/>
              <w:numPr>
                <w:ilvl w:val="0"/>
                <w:numId w:val="0"/>
              </w:numPr>
              <w:ind w:left="360"/>
            </w:pPr>
          </w:p>
        </w:tc>
        <w:tc>
          <w:tcPr>
            <w:tcW w:w="5672" w:type="dxa"/>
            <w:gridSpan w:val="9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2D5722" w:rsidRDefault="002D5722" w:rsidP="00545A13">
            <w:pPr>
              <w:pStyle w:val="YesNo"/>
              <w:jc w:val="center"/>
            </w:pPr>
          </w:p>
        </w:tc>
      </w:tr>
      <w:tr w:rsidR="00545A13" w:rsidTr="006E7F4D">
        <w:trPr>
          <w:trHeight w:val="113"/>
          <w:jc w:val="center"/>
        </w:trPr>
        <w:tc>
          <w:tcPr>
            <w:tcW w:w="4322" w:type="dxa"/>
            <w:vMerge/>
          </w:tcPr>
          <w:p w:rsidR="00545A13" w:rsidRDefault="00545A13" w:rsidP="00545A13">
            <w:pPr>
              <w:pStyle w:val="Question"/>
              <w:numPr>
                <w:ilvl w:val="0"/>
                <w:numId w:val="0"/>
              </w:numPr>
              <w:ind w:left="360"/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207A" w:rsidRPr="00083778" w:rsidRDefault="004F207A" w:rsidP="006E7F4D">
            <w:pPr>
              <w:pStyle w:val="Identifier"/>
              <w:spacing w:before="0" w:after="0"/>
            </w:pPr>
          </w:p>
        </w:tc>
      </w:tr>
      <w:tr w:rsidR="006E7F4D" w:rsidTr="006E7F4D">
        <w:trPr>
          <w:trHeight w:val="583"/>
          <w:jc w:val="center"/>
        </w:trPr>
        <w:tc>
          <w:tcPr>
            <w:tcW w:w="4322" w:type="dxa"/>
            <w:vMerge w:val="restart"/>
          </w:tcPr>
          <w:p w:rsidR="006E7F4D" w:rsidRDefault="006E7F4D" w:rsidP="004F207A">
            <w:pPr>
              <w:pStyle w:val="Question"/>
            </w:pPr>
            <w:r>
              <w:t xml:space="preserve">   </w:t>
            </w:r>
            <w:r>
              <w:t xml:space="preserve"> Do you consent to your details being provided to other organisations?</w:t>
            </w:r>
          </w:p>
          <w:p w:rsidR="006E7F4D" w:rsidRDefault="006E7F4D" w:rsidP="006E7F4D">
            <w:pPr>
              <w:pStyle w:val="Subtext"/>
              <w:spacing w:after="0"/>
            </w:pPr>
            <w:r w:rsidRPr="004F207A">
              <w:t>If you want to identify yourself to the Integrity Commission, but not to other organisations, answer ‘no’ to this question.</w:t>
            </w:r>
          </w:p>
        </w:tc>
        <w:tc>
          <w:tcPr>
            <w:tcW w:w="1241" w:type="dxa"/>
            <w:gridSpan w:val="3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6E7F4D" w:rsidRPr="00545A13" w:rsidRDefault="006E7F4D" w:rsidP="004F207A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YES</w:t>
            </w:r>
          </w:p>
        </w:tc>
        <w:tc>
          <w:tcPr>
            <w:tcW w:w="1241" w:type="dxa"/>
            <w:gridSpan w:val="2"/>
            <w:tcBorders>
              <w:top w:val="dotted" w:sz="4" w:space="0" w:color="7F7F7F" w:themeColor="text1" w:themeTint="80"/>
              <w:left w:val="nil"/>
              <w:bottom w:val="single" w:sz="4" w:space="0" w:color="000000" w:themeColor="text1"/>
              <w:right w:val="nil"/>
            </w:tcBorders>
            <w:shd w:val="clear" w:color="auto" w:fill="FDFDFD"/>
            <w:vAlign w:val="center"/>
          </w:tcPr>
          <w:p w:rsidR="006E7F4D" w:rsidRPr="00545A13" w:rsidRDefault="006E7F4D" w:rsidP="004F207A">
            <w:pPr>
              <w:pStyle w:val="YesNo"/>
              <w:jc w:val="center"/>
              <w:rPr>
                <w:sz w:val="14"/>
              </w:rPr>
            </w:pPr>
            <w:r w:rsidRPr="00545A13">
              <w:rPr>
                <w:sz w:val="14"/>
              </w:rPr>
              <w:t>NO</w:t>
            </w:r>
          </w:p>
        </w:tc>
        <w:tc>
          <w:tcPr>
            <w:tcW w:w="3190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E7F4D" w:rsidRDefault="006E7F4D" w:rsidP="004F207A">
            <w:pPr>
              <w:pStyle w:val="YesNo"/>
              <w:jc w:val="center"/>
            </w:pPr>
          </w:p>
        </w:tc>
      </w:tr>
      <w:tr w:rsidR="006E7F4D" w:rsidTr="007434F8">
        <w:trPr>
          <w:trHeight w:val="283"/>
          <w:jc w:val="center"/>
        </w:trPr>
        <w:tc>
          <w:tcPr>
            <w:tcW w:w="4322" w:type="dxa"/>
            <w:vMerge/>
          </w:tcPr>
          <w:p w:rsidR="006E7F4D" w:rsidRDefault="006E7F4D" w:rsidP="004F207A">
            <w:pPr>
              <w:pStyle w:val="Question"/>
            </w:pPr>
          </w:p>
        </w:tc>
        <w:tc>
          <w:tcPr>
            <w:tcW w:w="567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E7F4D" w:rsidRDefault="006E7F4D" w:rsidP="006E7F4D">
            <w:pPr>
              <w:pStyle w:val="YesNo"/>
              <w:spacing w:before="0" w:after="0"/>
              <w:jc w:val="center"/>
            </w:pPr>
          </w:p>
        </w:tc>
      </w:tr>
      <w:tr w:rsidR="007434F8" w:rsidTr="007434F8">
        <w:trPr>
          <w:trHeight w:val="566"/>
          <w:jc w:val="center"/>
        </w:trPr>
        <w:tc>
          <w:tcPr>
            <w:tcW w:w="4322" w:type="dxa"/>
          </w:tcPr>
          <w:p w:rsidR="007434F8" w:rsidRDefault="007434F8" w:rsidP="007434F8">
            <w:pPr>
              <w:pStyle w:val="Question"/>
              <w:numPr>
                <w:ilvl w:val="0"/>
                <w:numId w:val="0"/>
              </w:numPr>
            </w:pPr>
          </w:p>
        </w:tc>
        <w:tc>
          <w:tcPr>
            <w:tcW w:w="5672" w:type="dxa"/>
            <w:gridSpan w:val="9"/>
            <w:shd w:val="clear" w:color="auto" w:fill="auto"/>
            <w:vAlign w:val="center"/>
          </w:tcPr>
          <w:p w:rsidR="007434F8" w:rsidRDefault="007434F8" w:rsidP="007434F8">
            <w:pPr>
              <w:spacing w:before="600" w:after="360"/>
              <w:ind w:left="-113"/>
              <w:rPr>
                <w:rFonts w:ascii="Gotham Medium" w:hAnsi="Gotham Medium"/>
                <w:sz w:val="20"/>
              </w:rPr>
            </w:pPr>
            <w:r>
              <w:rPr>
                <w:rFonts w:ascii="Gotham Medium" w:hAnsi="Gotham Medium"/>
                <w:sz w:val="20"/>
              </w:rPr>
              <w:t>Privacy</w:t>
            </w:r>
          </w:p>
          <w:p w:rsidR="007434F8" w:rsidRPr="007434F8" w:rsidRDefault="007434F8" w:rsidP="007434F8">
            <w:pPr>
              <w:pStyle w:val="Subtext"/>
              <w:ind w:left="-113"/>
            </w:pPr>
            <w:r w:rsidRPr="00DC7084">
              <w:t xml:space="preserve">The </w:t>
            </w:r>
            <w:r w:rsidRPr="000C6EC5">
              <w:t>Commission</w:t>
            </w:r>
            <w:r w:rsidRPr="00DC7084">
              <w:t xml:space="preserve"> manages your personal information carefully and in accordance with relevant legislation.</w:t>
            </w:r>
            <w:r w:rsidRPr="00917C8E">
              <w:t xml:space="preserve"> </w:t>
            </w:r>
            <w:r w:rsidRPr="00DC7084">
              <w:t>For further information about how the Commission handles your personal information, please read the Privacy page on our website</w:t>
            </w:r>
            <w:r w:rsidRPr="00917C8E">
              <w:t>.</w:t>
            </w:r>
          </w:p>
          <w:p w:rsidR="007434F8" w:rsidRPr="00897089" w:rsidRDefault="007434F8" w:rsidP="007434F8">
            <w:pPr>
              <w:pStyle w:val="Subtext"/>
              <w:ind w:left="0"/>
            </w:pPr>
          </w:p>
          <w:p w:rsidR="007434F8" w:rsidRDefault="007434F8" w:rsidP="006E7F4D">
            <w:pPr>
              <w:pStyle w:val="YesNo"/>
              <w:spacing w:before="0" w:after="0"/>
              <w:jc w:val="center"/>
            </w:pPr>
          </w:p>
        </w:tc>
      </w:tr>
    </w:tbl>
    <w:p w:rsidR="007662B7" w:rsidRDefault="007662B7" w:rsidP="006E7F4D">
      <w:pPr>
        <w:pStyle w:val="Question"/>
        <w:numPr>
          <w:ilvl w:val="0"/>
          <w:numId w:val="0"/>
        </w:numPr>
        <w:ind w:left="709" w:right="6180" w:hanging="709"/>
        <w:rPr>
          <w:sz w:val="14"/>
        </w:rPr>
      </w:pPr>
    </w:p>
    <w:p w:rsidR="000C6EC5" w:rsidRDefault="000C6EC5" w:rsidP="006E7F4D">
      <w:pPr>
        <w:pStyle w:val="Question"/>
        <w:numPr>
          <w:ilvl w:val="0"/>
          <w:numId w:val="0"/>
        </w:numPr>
        <w:ind w:left="709" w:right="6180" w:hanging="709"/>
        <w:rPr>
          <w:sz w:val="14"/>
        </w:rPr>
      </w:pPr>
    </w:p>
    <w:p w:rsidR="000C6EC5" w:rsidRPr="00DC7084" w:rsidRDefault="000C6EC5" w:rsidP="007434F8">
      <w:pPr>
        <w:pStyle w:val="Question"/>
        <w:numPr>
          <w:ilvl w:val="0"/>
          <w:numId w:val="0"/>
        </w:numPr>
        <w:ind w:right="6180"/>
        <w:rPr>
          <w:sz w:val="14"/>
        </w:rPr>
      </w:pPr>
    </w:p>
    <w:sectPr w:rsidR="000C6EC5" w:rsidRPr="00DC7084" w:rsidSect="00DC7084">
      <w:type w:val="continuous"/>
      <w:pgSz w:w="11906" w:h="16838"/>
      <w:pgMar w:top="1361" w:right="1361" w:bottom="426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005" w:rsidRDefault="00654005" w:rsidP="00B91EC8">
      <w:r>
        <w:separator/>
      </w:r>
    </w:p>
  </w:endnote>
  <w:endnote w:type="continuationSeparator" w:id="0">
    <w:p w:rsidR="00654005" w:rsidRDefault="00654005" w:rsidP="00B9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ld">
    <w:altName w:val="Gotham Bold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Gotham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otham Book">
    <w:altName w:val="Gotham Book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C8" w:rsidRDefault="00B91EC8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1" layoutInCell="1" allowOverlap="0" wp14:anchorId="577829C9" wp14:editId="37E7D5C4">
          <wp:simplePos x="0" y="0"/>
          <wp:positionH relativeFrom="page">
            <wp:align>left</wp:align>
          </wp:positionH>
          <wp:positionV relativeFrom="page">
            <wp:posOffset>10369550</wp:posOffset>
          </wp:positionV>
          <wp:extent cx="7574400" cy="331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8286"/>
                  <a:stretch/>
                </pic:blipFill>
                <pic:spPr bwMode="auto">
                  <a:xfrm>
                    <a:off x="0" y="0"/>
                    <a:ext cx="7574400" cy="331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005" w:rsidRDefault="00654005" w:rsidP="00B91EC8">
      <w:r>
        <w:separator/>
      </w:r>
    </w:p>
  </w:footnote>
  <w:footnote w:type="continuationSeparator" w:id="0">
    <w:p w:rsidR="00654005" w:rsidRDefault="00654005" w:rsidP="00B91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059" w:rsidRDefault="00CC2059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1312" behindDoc="1" locked="1" layoutInCell="1" allowOverlap="0" wp14:anchorId="23ECEED6" wp14:editId="53935D8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4280" cy="413385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-b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3026"/>
                  <a:stretch/>
                </pic:blipFill>
                <pic:spPr bwMode="auto">
                  <a:xfrm>
                    <a:off x="0" y="0"/>
                    <a:ext cx="7574280" cy="4136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4808"/>
    <w:multiLevelType w:val="hybridMultilevel"/>
    <w:tmpl w:val="5A2A70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A15AAE"/>
    <w:multiLevelType w:val="hybridMultilevel"/>
    <w:tmpl w:val="7AE4F432"/>
    <w:lvl w:ilvl="0" w:tplc="6D46A932">
      <w:start w:val="1"/>
      <w:numFmt w:val="decimal"/>
      <w:pStyle w:val="Question"/>
      <w:suff w:val="space"/>
      <w:lvlText w:val="Q%1."/>
      <w:lvlJc w:val="left"/>
      <w:pPr>
        <w:ind w:left="709" w:hanging="709"/>
      </w:pPr>
      <w:rPr>
        <w:rFonts w:ascii="Gotham Bold" w:hAnsi="Gotham Bold" w:hint="default"/>
        <w:u w:val="none"/>
      </w:r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>
      <w:start w:val="1"/>
      <w:numFmt w:val="decimal"/>
      <w:lvlText w:val="%4."/>
      <w:lvlJc w:val="left"/>
      <w:pPr>
        <w:ind w:left="2662" w:hanging="360"/>
      </w:pPr>
    </w:lvl>
    <w:lvl w:ilvl="4" w:tplc="0C090019">
      <w:start w:val="1"/>
      <w:numFmt w:val="lowerLetter"/>
      <w:lvlText w:val="%5."/>
      <w:lvlJc w:val="left"/>
      <w:pPr>
        <w:ind w:left="3382" w:hanging="360"/>
      </w:pPr>
    </w:lvl>
    <w:lvl w:ilvl="5" w:tplc="0C09001B">
      <w:start w:val="1"/>
      <w:numFmt w:val="lowerRoman"/>
      <w:lvlText w:val="%6."/>
      <w:lvlJc w:val="right"/>
      <w:pPr>
        <w:ind w:left="4102" w:hanging="180"/>
      </w:pPr>
    </w:lvl>
    <w:lvl w:ilvl="6" w:tplc="0C09000F">
      <w:start w:val="1"/>
      <w:numFmt w:val="decimal"/>
      <w:lvlText w:val="%7."/>
      <w:lvlJc w:val="left"/>
      <w:pPr>
        <w:ind w:left="4822" w:hanging="360"/>
      </w:pPr>
    </w:lvl>
    <w:lvl w:ilvl="7" w:tplc="0C090019">
      <w:start w:val="1"/>
      <w:numFmt w:val="lowerLetter"/>
      <w:lvlText w:val="%8."/>
      <w:lvlJc w:val="left"/>
      <w:pPr>
        <w:ind w:left="5542" w:hanging="360"/>
      </w:pPr>
    </w:lvl>
    <w:lvl w:ilvl="8" w:tplc="0C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16"/>
    <w:rsid w:val="00035151"/>
    <w:rsid w:val="00067E2B"/>
    <w:rsid w:val="00083778"/>
    <w:rsid w:val="000C6EC5"/>
    <w:rsid w:val="000F7F54"/>
    <w:rsid w:val="0012696C"/>
    <w:rsid w:val="00142812"/>
    <w:rsid w:val="001F7548"/>
    <w:rsid w:val="00244A81"/>
    <w:rsid w:val="002D0A25"/>
    <w:rsid w:val="002D2452"/>
    <w:rsid w:val="002D5722"/>
    <w:rsid w:val="00314A28"/>
    <w:rsid w:val="00335E08"/>
    <w:rsid w:val="0036771F"/>
    <w:rsid w:val="00382FF8"/>
    <w:rsid w:val="003A724D"/>
    <w:rsid w:val="003D240B"/>
    <w:rsid w:val="004473EB"/>
    <w:rsid w:val="004A4526"/>
    <w:rsid w:val="004B310C"/>
    <w:rsid w:val="004F207A"/>
    <w:rsid w:val="00507272"/>
    <w:rsid w:val="00545A13"/>
    <w:rsid w:val="00561ACF"/>
    <w:rsid w:val="00622196"/>
    <w:rsid w:val="00654005"/>
    <w:rsid w:val="006E7F4D"/>
    <w:rsid w:val="007336A9"/>
    <w:rsid w:val="007434F8"/>
    <w:rsid w:val="007662B7"/>
    <w:rsid w:val="00770E16"/>
    <w:rsid w:val="007C2A45"/>
    <w:rsid w:val="00813E64"/>
    <w:rsid w:val="008243DA"/>
    <w:rsid w:val="00830D80"/>
    <w:rsid w:val="008425AA"/>
    <w:rsid w:val="00897089"/>
    <w:rsid w:val="008C3804"/>
    <w:rsid w:val="00917C8E"/>
    <w:rsid w:val="009209E4"/>
    <w:rsid w:val="00935781"/>
    <w:rsid w:val="00987292"/>
    <w:rsid w:val="00A71D60"/>
    <w:rsid w:val="00A82C33"/>
    <w:rsid w:val="00A82C3A"/>
    <w:rsid w:val="00A82EA2"/>
    <w:rsid w:val="00A833D4"/>
    <w:rsid w:val="00AA1B37"/>
    <w:rsid w:val="00AD251A"/>
    <w:rsid w:val="00B0209C"/>
    <w:rsid w:val="00B0334F"/>
    <w:rsid w:val="00B53512"/>
    <w:rsid w:val="00B81D13"/>
    <w:rsid w:val="00B91EC8"/>
    <w:rsid w:val="00BC1406"/>
    <w:rsid w:val="00C1560C"/>
    <w:rsid w:val="00C86720"/>
    <w:rsid w:val="00C948B6"/>
    <w:rsid w:val="00CC2059"/>
    <w:rsid w:val="00D31746"/>
    <w:rsid w:val="00DC7084"/>
    <w:rsid w:val="00DD1B1F"/>
    <w:rsid w:val="00E06333"/>
    <w:rsid w:val="00E37360"/>
    <w:rsid w:val="00E501C2"/>
    <w:rsid w:val="00E7105F"/>
    <w:rsid w:val="00E754D9"/>
    <w:rsid w:val="00E77B33"/>
    <w:rsid w:val="00F77EA6"/>
    <w:rsid w:val="00FF0B99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24D96"/>
  <w15:chartTrackingRefBased/>
  <w15:docId w15:val="{9347204D-BF53-4526-9237-D20D0500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360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Gotham Light" w:eastAsia="Times New Roman" w:hAnsi="Gotham Light" w:cs="Gotham-Book"/>
      <w:sz w:val="1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TOC1"/>
    <w:next w:val="Normal"/>
    <w:autoRedefine/>
    <w:uiPriority w:val="39"/>
    <w:unhideWhenUsed/>
    <w:rsid w:val="00E06333"/>
    <w:pPr>
      <w:tabs>
        <w:tab w:val="left" w:pos="400"/>
        <w:tab w:val="right" w:leader="dot" w:pos="9344"/>
      </w:tabs>
      <w:spacing w:before="60" w:after="60" w:line="276" w:lineRule="auto"/>
      <w:ind w:left="397" w:hanging="397"/>
    </w:pPr>
    <w:rPr>
      <w:rFonts w:ascii="Calibri" w:hAnsi="Calibri" w:cs="Calibri"/>
      <w:noProof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06333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B91E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1EC8"/>
  </w:style>
  <w:style w:type="paragraph" w:styleId="Footer">
    <w:name w:val="footer"/>
    <w:basedOn w:val="Normal"/>
    <w:link w:val="FooterChar"/>
    <w:uiPriority w:val="99"/>
    <w:unhideWhenUsed/>
    <w:rsid w:val="00B91E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EC8"/>
  </w:style>
  <w:style w:type="character" w:styleId="Hyperlink">
    <w:name w:val="Hyperlink"/>
    <w:basedOn w:val="DefaultParagraphFont"/>
    <w:unhideWhenUsed/>
    <w:rsid w:val="00B91EC8"/>
    <w:rPr>
      <w:color w:val="0563C1" w:themeColor="hyperlink"/>
      <w:u w:val="single"/>
    </w:rPr>
  </w:style>
  <w:style w:type="paragraph" w:customStyle="1" w:styleId="Question">
    <w:name w:val="Question"/>
    <w:basedOn w:val="Normal"/>
    <w:qFormat/>
    <w:rsid w:val="00C948B6"/>
    <w:pPr>
      <w:numPr>
        <w:numId w:val="1"/>
      </w:numPr>
      <w:spacing w:after="120" w:line="276" w:lineRule="auto"/>
      <w:ind w:right="680"/>
    </w:pPr>
    <w:rPr>
      <w:rFonts w:ascii="Gotham Book" w:hAnsi="Gotham Book"/>
      <w:sz w:val="20"/>
    </w:rPr>
  </w:style>
  <w:style w:type="paragraph" w:customStyle="1" w:styleId="Subtext">
    <w:name w:val="Subtext"/>
    <w:basedOn w:val="Normal"/>
    <w:qFormat/>
    <w:rsid w:val="00917C8E"/>
    <w:pPr>
      <w:spacing w:before="120" w:after="120" w:line="276" w:lineRule="auto"/>
      <w:ind w:left="709" w:right="851"/>
    </w:pPr>
    <w:rPr>
      <w:sz w:val="16"/>
    </w:rPr>
  </w:style>
  <w:style w:type="paragraph" w:customStyle="1" w:styleId="Identifier">
    <w:name w:val="Identifier"/>
    <w:basedOn w:val="Normal"/>
    <w:qFormat/>
    <w:rsid w:val="00935781"/>
    <w:pPr>
      <w:spacing w:before="120" w:after="60"/>
      <w:ind w:left="-113"/>
    </w:pPr>
    <w:rPr>
      <w:sz w:val="16"/>
    </w:rPr>
  </w:style>
  <w:style w:type="table" w:styleId="TableGrid">
    <w:name w:val="Table Grid"/>
    <w:basedOn w:val="TableNormal"/>
    <w:rsid w:val="00B91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esNo">
    <w:name w:val="Yes/No"/>
    <w:basedOn w:val="Normal"/>
    <w:qFormat/>
    <w:rsid w:val="00897089"/>
    <w:pPr>
      <w:spacing w:before="120" w:after="120"/>
      <w:ind w:left="-11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578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781"/>
    <w:rPr>
      <w:rFonts w:ascii="Segoe UI" w:eastAsia="Times New Roman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A71D60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Gotham Light" w:eastAsia="Times New Roman" w:hAnsi="Gotham Light" w:cs="Gotham-Book"/>
      <w:sz w:val="18"/>
      <w:szCs w:val="28"/>
      <w:lang w:val="en-GB"/>
    </w:rPr>
  </w:style>
  <w:style w:type="paragraph" w:customStyle="1" w:styleId="Default">
    <w:name w:val="Default"/>
    <w:rsid w:val="007662B7"/>
    <w:pPr>
      <w:autoSpaceDE w:val="0"/>
      <w:autoSpaceDN w:val="0"/>
      <w:adjustRightInd w:val="0"/>
      <w:spacing w:after="0" w:line="240" w:lineRule="auto"/>
    </w:pPr>
    <w:rPr>
      <w:rFonts w:ascii="Gotham Bold" w:hAnsi="Gotham Bold" w:cs="Gotham Bold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D0A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A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A25"/>
    <w:rPr>
      <w:rFonts w:ascii="Gotham Light" w:eastAsia="Times New Roman" w:hAnsi="Gotham Light" w:cs="Gotham-Book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A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A25"/>
    <w:rPr>
      <w:rFonts w:ascii="Gotham Light" w:eastAsia="Times New Roman" w:hAnsi="Gotham Light" w:cs="Gotham-Book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grity.tas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integrity.tas.gov.a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3A19D-9EE8-4233-8A4A-FEFDE181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B5BB8951.dotm</Template>
  <TotalTime>1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Justice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Alex R</dc:creator>
  <cp:keywords/>
  <dc:description/>
  <cp:lastModifiedBy>Smith, Alex R</cp:lastModifiedBy>
  <cp:revision>2</cp:revision>
  <cp:lastPrinted>2019-05-13T01:32:00Z</cp:lastPrinted>
  <dcterms:created xsi:type="dcterms:W3CDTF">2019-05-21T05:29:00Z</dcterms:created>
  <dcterms:modified xsi:type="dcterms:W3CDTF">2019-05-21T05:29:00Z</dcterms:modified>
</cp:coreProperties>
</file>